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683200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2896">
        <w:rPr>
          <w:b/>
          <w:color w:val="FF5200" w:themeColor="accent2"/>
          <w:sz w:val="36"/>
          <w:szCs w:val="36"/>
        </w:rPr>
        <w:t>„</w:t>
      </w:r>
      <w:r w:rsidR="005B5DED">
        <w:rPr>
          <w:b/>
          <w:color w:val="FF5200" w:themeColor="accent2"/>
          <w:sz w:val="36"/>
          <w:szCs w:val="36"/>
        </w:rPr>
        <w:t>MVL 702 Opravy a rekonstrukce nýtovaných mostů</w:t>
      </w:r>
      <w:r w:rsidR="0031280B" w:rsidRPr="006328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F59D6">
        <w:rPr>
          <w:b/>
          <w:color w:val="FF5200" w:themeColor="accent2"/>
          <w:sz w:val="36"/>
          <w:szCs w:val="36"/>
        </w:rPr>
        <w:t xml:space="preserve">pod </w:t>
      </w:r>
      <w:r w:rsidR="000128D4" w:rsidRPr="009F59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D64C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110765</w:t>
      </w:r>
      <w:r w:rsidR="009F59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</w:t>
      </w:r>
      <w:r w:rsidR="005B5D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2BDABE2" w14:textId="4A6BB061" w:rsidR="0092313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0121758" w:history="1">
            <w:r w:rsidR="0092313E" w:rsidRPr="009D2DC9">
              <w:rPr>
                <w:rStyle w:val="Hypertextovodkaz"/>
                <w:noProof/>
              </w:rPr>
              <w:t>Kapitola 1.</w:t>
            </w:r>
            <w:r w:rsidR="0092313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2313E" w:rsidRPr="009D2DC9">
              <w:rPr>
                <w:rStyle w:val="Hypertextovodkaz"/>
                <w:noProof/>
              </w:rPr>
              <w:t>Základní údaje k nabídce</w:t>
            </w:r>
            <w:r w:rsidR="0092313E">
              <w:rPr>
                <w:noProof/>
                <w:webHidden/>
              </w:rPr>
              <w:tab/>
            </w:r>
            <w:r w:rsidR="0092313E">
              <w:rPr>
                <w:noProof/>
                <w:webHidden/>
              </w:rPr>
              <w:fldChar w:fldCharType="begin"/>
            </w:r>
            <w:r w:rsidR="0092313E">
              <w:rPr>
                <w:noProof/>
                <w:webHidden/>
              </w:rPr>
              <w:instrText xml:space="preserve"> PAGEREF _Toc210121758 \h </w:instrText>
            </w:r>
            <w:r w:rsidR="0092313E">
              <w:rPr>
                <w:noProof/>
                <w:webHidden/>
              </w:rPr>
            </w:r>
            <w:r w:rsidR="0092313E"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2</w:t>
            </w:r>
            <w:r w:rsidR="0092313E">
              <w:rPr>
                <w:noProof/>
                <w:webHidden/>
              </w:rPr>
              <w:fldChar w:fldCharType="end"/>
            </w:r>
          </w:hyperlink>
        </w:p>
        <w:p w14:paraId="5177E9E6" w14:textId="3C9BA2B6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59" w:history="1">
            <w:r w:rsidRPr="009D2DC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4EC82" w14:textId="46118CDD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0" w:history="1">
            <w:r w:rsidRPr="009D2DC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1E36F" w14:textId="38CBEBE7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1" w:history="1">
            <w:r w:rsidRPr="009D2DC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EF99C" w14:textId="7F81AF98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2" w:history="1">
            <w:r w:rsidRPr="009D2DC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AA731" w14:textId="33977F4E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3" w:history="1">
            <w:r w:rsidRPr="009D2DC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Čestné</w:t>
            </w:r>
            <w:r w:rsidRPr="009D2DC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CF49E" w14:textId="32DC0CC5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4" w:history="1">
            <w:r w:rsidRPr="009D2DC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127DE" w14:textId="1BD4AF9A" w:rsidR="0092313E" w:rsidRDefault="0092313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21765" w:history="1">
            <w:r w:rsidRPr="009D2DC9">
              <w:rPr>
                <w:rStyle w:val="Hypertextovodkaz"/>
                <w:rFonts w:eastAsia="Times New Roman"/>
                <w:noProof/>
                <w:lang w:eastAsia="cs-CZ"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D2DC9">
              <w:rPr>
                <w:rStyle w:val="Hypertextovodkaz"/>
                <w:rFonts w:eastAsia="Times New Roman"/>
                <w:noProof/>
                <w:lang w:eastAsia="cs-CZ"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_Toc210121765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ED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D533AA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012175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733C5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32896">
        <w:rPr>
          <w:rFonts w:eastAsia="Times New Roman" w:cs="Times New Roman"/>
          <w:lang w:eastAsia="cs-CZ"/>
        </w:rPr>
        <w:t>podlimitní sektorovou veřejnou zakázku</w:t>
      </w:r>
      <w:r w:rsidRPr="0063289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60ED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60ED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0121759"/>
      <w:r>
        <w:lastRenderedPageBreak/>
        <w:t>Ceník</w:t>
      </w:r>
      <w:bookmarkEnd w:id="1"/>
    </w:p>
    <w:p w14:paraId="3E5E9B0F" w14:textId="0AA828DF" w:rsidR="007E5951" w:rsidRPr="00B867FF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</w:t>
      </w:r>
      <w:r w:rsidRPr="0092313E">
        <w:rPr>
          <w:rStyle w:val="Siln"/>
          <w:b w:val="0"/>
          <w:bCs w:val="0"/>
        </w:rPr>
        <w:t>y bude účastníkem vyplněn</w:t>
      </w:r>
      <w:r w:rsidR="00CA6ACB" w:rsidRPr="0092313E">
        <w:rPr>
          <w:rStyle w:val="Siln"/>
          <w:b w:val="0"/>
          <w:bCs w:val="0"/>
        </w:rPr>
        <w:t xml:space="preserve"> čl. 3.2</w:t>
      </w:r>
      <w:r w:rsidRPr="0092313E">
        <w:rPr>
          <w:rStyle w:val="Siln"/>
          <w:b w:val="0"/>
          <w:bCs w:val="0"/>
        </w:rPr>
        <w:t xml:space="preserve"> </w:t>
      </w:r>
      <w:r w:rsidR="00E75713" w:rsidRPr="0092313E">
        <w:rPr>
          <w:rStyle w:val="Siln"/>
          <w:b w:val="0"/>
          <w:bCs w:val="0"/>
        </w:rPr>
        <w:t>Závazného vzoru smlouvy</w:t>
      </w:r>
      <w:r w:rsidR="00CA6ACB" w:rsidRPr="0092313E">
        <w:rPr>
          <w:rStyle w:val="Siln"/>
          <w:b w:val="0"/>
          <w:bCs w:val="0"/>
        </w:rPr>
        <w:t>, který je přílohou č. 3 Výzvy k podání nabídky</w:t>
      </w:r>
      <w:r w:rsidRPr="0092313E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012176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012176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012176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012176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10121764"/>
      <w:r w:rsidRPr="00E85D44">
        <w:t>Čestné prohlášení o splnění technické kvalifikace</w:t>
      </w:r>
      <w:bookmarkEnd w:id="6"/>
    </w:p>
    <w:p w14:paraId="71002640" w14:textId="7780A308" w:rsidR="00E85D44" w:rsidRDefault="006E73DC" w:rsidP="006C70E4">
      <w:pPr>
        <w:pStyle w:val="111odst"/>
        <w:ind w:left="0" w:firstLine="0"/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</w:t>
      </w:r>
      <w:r w:rsidR="005B5DED">
        <w:rPr>
          <w:lang w:eastAsia="cs-CZ"/>
        </w:rPr>
        <w:t xml:space="preserve"> realizo</w:t>
      </w:r>
      <w:r w:rsidR="005B5DED" w:rsidRPr="006C70E4">
        <w:rPr>
          <w:lang w:eastAsia="cs-CZ"/>
        </w:rPr>
        <w:t xml:space="preserve">val </w:t>
      </w:r>
      <w:r w:rsidR="005B5DED" w:rsidRPr="006C70E4">
        <w:t>dodávk</w:t>
      </w:r>
      <w:r w:rsidR="006C70E4" w:rsidRPr="006C70E4">
        <w:t>y</w:t>
      </w:r>
      <w:r w:rsidR="005B5DED" w:rsidRPr="006C70E4">
        <w:t xml:space="preserve"> či služb</w:t>
      </w:r>
      <w:r w:rsidR="006C70E4">
        <w:t>y</w:t>
      </w:r>
      <w:r w:rsidR="00E85D44" w:rsidRPr="006C70E4">
        <w:rPr>
          <w:lang w:eastAsia="cs-CZ"/>
        </w:rPr>
        <w:t xml:space="preserve"> </w:t>
      </w:r>
      <w:r w:rsidR="006675D9" w:rsidRPr="006C70E4">
        <w:rPr>
          <w:lang w:eastAsia="cs-CZ"/>
        </w:rPr>
        <w:t>definova</w:t>
      </w:r>
      <w:r w:rsidR="006C70E4">
        <w:rPr>
          <w:lang w:eastAsia="cs-CZ"/>
        </w:rPr>
        <w:t>né</w:t>
      </w:r>
      <w:r w:rsidR="006675D9" w:rsidRPr="006C70E4">
        <w:rPr>
          <w:lang w:eastAsia="cs-CZ"/>
        </w:rPr>
        <w:t xml:space="preserve"> </w:t>
      </w:r>
      <w:r w:rsidR="00E85D44" w:rsidRPr="006C70E4">
        <w:rPr>
          <w:lang w:eastAsia="cs-CZ"/>
        </w:rPr>
        <w:t xml:space="preserve">v čl. </w:t>
      </w:r>
      <w:r w:rsidR="006C70E4">
        <w:rPr>
          <w:lang w:eastAsia="cs-CZ"/>
        </w:rPr>
        <w:t>9</w:t>
      </w:r>
      <w:r w:rsidR="00CB72E9" w:rsidRPr="006C70E4">
        <w:rPr>
          <w:lang w:eastAsia="cs-CZ"/>
        </w:rPr>
        <w:t xml:space="preserve">.5.1 </w:t>
      </w:r>
      <w:r w:rsidR="00B87D91" w:rsidRPr="006C70E4">
        <w:rPr>
          <w:lang w:eastAsia="cs-CZ"/>
        </w:rPr>
        <w:t>V</w:t>
      </w:r>
      <w:r w:rsidR="00E85D44" w:rsidRPr="006C70E4">
        <w:rPr>
          <w:lang w:eastAsia="cs-CZ"/>
        </w:rPr>
        <w:t>ýzvy k podání nabídky</w:t>
      </w:r>
      <w:r w:rsidR="005B5DED" w:rsidRPr="006C70E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2138"/>
        <w:gridCol w:w="1800"/>
      </w:tblGrid>
      <w:tr w:rsidR="00E85D44" w14:paraId="403E89B3" w14:textId="77777777" w:rsidTr="005B5D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A848DD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 w:rsidR="006C70E4">
              <w:rPr>
                <w:rStyle w:val="Siln"/>
              </w:rPr>
              <w:t>/služby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63A0512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832" w:type="dxa"/>
            <w:tcBorders>
              <w:bottom w:val="single" w:sz="2" w:space="0" w:color="auto"/>
            </w:tcBorders>
          </w:tcPr>
          <w:p w14:paraId="6FEB4126" w14:textId="77777777" w:rsidR="0092313E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1B29">
              <w:rPr>
                <w:rStyle w:val="Siln"/>
              </w:rPr>
              <w:t>Předmět plnění významné dodávky</w:t>
            </w:r>
            <w:r w:rsidR="006C70E4">
              <w:rPr>
                <w:rStyle w:val="Siln"/>
              </w:rPr>
              <w:t>/služby</w:t>
            </w:r>
            <w:r w:rsidR="0092313E">
              <w:t xml:space="preserve"> </w:t>
            </w:r>
          </w:p>
          <w:p w14:paraId="47971CF4" w14:textId="1D3CEE36" w:rsidR="00E85D44" w:rsidRPr="00471B29" w:rsidRDefault="0092313E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t>(</w:t>
            </w:r>
            <w:r w:rsidRPr="0092313E">
              <w:t xml:space="preserve">v rozsahu potřebném pro ověření splnění požadavků zadavatele stanovených v </w:t>
            </w:r>
            <w:r>
              <w:br/>
            </w:r>
            <w:r w:rsidRPr="0092313E">
              <w:t>čl. 9.5.1 Výzvy k podání nabídky</w:t>
            </w:r>
            <w:r>
              <w:t>)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38" w:type="dxa"/>
            <w:tcBorders>
              <w:bottom w:val="single" w:sz="2" w:space="0" w:color="auto"/>
            </w:tcBorders>
            <w:hideMark/>
          </w:tcPr>
          <w:p w14:paraId="7B33DD72" w14:textId="262F98C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  <w:r w:rsidR="006C70E4">
              <w:rPr>
                <w:rStyle w:val="Siln"/>
              </w:rPr>
              <w:t>/služby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B867FF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590DB4">
              <w:rPr>
                <w:rStyle w:val="Siln"/>
                <w:bCs w:val="0"/>
              </w:rPr>
              <w:t xml:space="preserve">Doba realizace </w:t>
            </w:r>
          </w:p>
          <w:p w14:paraId="566D756C" w14:textId="6FCFFD9B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5B5DED">
              <w:rPr>
                <w:rStyle w:val="Siln"/>
              </w:rPr>
              <w:t>požadovaných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5B5DED" w14:paraId="4E0DAB1B" w14:textId="77777777" w:rsidTr="005B5D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308FD2" w14:textId="50B1A7B2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650A61E6" w14:textId="57783FC7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</w:tcPr>
          <w:p w14:paraId="5A5AA2FF" w14:textId="3B339A72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06CC" w14:textId="69DA0447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5B5DED" w14:paraId="128D77F7" w14:textId="77777777" w:rsidTr="005B5D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B1F377" w14:textId="3BE93613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33D60129" w14:textId="28517167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</w:tcPr>
          <w:p w14:paraId="33F74F12" w14:textId="45B8E97F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42D3" w14:textId="6BE30410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5B5DED" w14:paraId="1E5175C4" w14:textId="77777777" w:rsidTr="005B5D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AD8972A" w14:textId="7CCC4426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022BEC65" w14:textId="6F97A993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</w:tcPr>
          <w:p w14:paraId="6A1892C4" w14:textId="61E27E0F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4C43" w14:textId="7F1FC5B5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5B5DED" w14:paraId="74B55A38" w14:textId="77777777" w:rsidTr="005B5D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03747B8" w14:textId="435F706C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33C70867" w14:textId="5DA3CA60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</w:tcPr>
          <w:p w14:paraId="759A37D9" w14:textId="28A1E65B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7745" w14:textId="00F0A02D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5B5DED" w14:paraId="0246FB25" w14:textId="77777777" w:rsidTr="005B5D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2AAD945" w14:textId="3F68BA93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5F5E00BC" w14:textId="3F20853A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</w:tcPr>
          <w:p w14:paraId="344F0FE1" w14:textId="660EF9E3" w:rsidR="005B5DED" w:rsidRPr="00B75B47" w:rsidRDefault="00B75B4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ED93" w14:textId="2A3D95B9" w:rsidR="005B5DED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E85D44" w14:paraId="06926E11" w14:textId="77777777" w:rsidTr="005B5D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146EF508" w:rsidR="00B75B47" w:rsidRPr="00B75B47" w:rsidRDefault="00B75B47" w:rsidP="00B75B47">
            <w:pPr>
              <w:rPr>
                <w:rFonts w:eastAsia="Times New Roman" w:cs="Times New Roman"/>
                <w:b w:val="0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FBADF96" w:rsidR="00E85D44" w:rsidRPr="00B75B47" w:rsidRDefault="00B75B47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213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67956895" w:rsidR="00E85D44" w:rsidRPr="00B75B47" w:rsidRDefault="00B75B47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17A5969A" w:rsidR="00E85D44" w:rsidRPr="00B75B47" w:rsidRDefault="00B75B47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75B47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</w:tbl>
    <w:p w14:paraId="65B34E18" w14:textId="113C1943" w:rsidR="00CA6ACB" w:rsidRPr="00CA6ACB" w:rsidRDefault="00F44645" w:rsidP="00CA6ACB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AC7CA5C" w14:textId="77777777" w:rsidR="00CA6ACB" w:rsidRPr="00CA6ACB" w:rsidRDefault="00CA6ACB" w:rsidP="00CA6ACB">
      <w:pPr>
        <w:pStyle w:val="Nadpis2"/>
        <w:rPr>
          <w:rFonts w:eastAsia="Times New Roman"/>
          <w:lang w:eastAsia="cs-CZ"/>
        </w:rPr>
      </w:pPr>
      <w:bookmarkStart w:id="7" w:name="_Toc58876012"/>
      <w:bookmarkStart w:id="8" w:name="_Toc205468140"/>
      <w:bookmarkStart w:id="9" w:name="_Toc210121765"/>
      <w:r w:rsidRPr="00CA6ACB">
        <w:rPr>
          <w:rFonts w:eastAsia="Times New Roman"/>
          <w:lang w:eastAsia="cs-CZ"/>
        </w:rPr>
        <w:lastRenderedPageBreak/>
        <w:t>Seznam osob</w:t>
      </w:r>
      <w:bookmarkEnd w:id="7"/>
      <w:bookmarkEnd w:id="8"/>
      <w:bookmarkEnd w:id="9"/>
    </w:p>
    <w:p w14:paraId="52E3BEB6" w14:textId="77777777" w:rsidR="00CA6ACB" w:rsidRDefault="00CA6ACB" w:rsidP="00CA6ACB">
      <w:pPr>
        <w:spacing w:before="0" w:after="240"/>
        <w:rPr>
          <w:rFonts w:eastAsia="Times New Roman" w:cs="Times New Roman"/>
          <w:lang w:eastAsia="cs-CZ"/>
        </w:rPr>
      </w:pPr>
      <w:r w:rsidRPr="00CA6ACB">
        <w:rPr>
          <w:rFonts w:eastAsia="Times New Roman" w:cs="Times New Roman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4DAAE484" w14:textId="29B94F15" w:rsidR="00CA6ACB" w:rsidRPr="00CA6ACB" w:rsidRDefault="00CA6ACB" w:rsidP="00CA6ACB">
      <w:pPr>
        <w:spacing w:before="0" w:after="240"/>
        <w:rPr>
          <w:rFonts w:eastAsia="Times New Roman" w:cs="Times New Roman"/>
          <w:lang w:eastAsia="cs-CZ"/>
        </w:rPr>
      </w:pPr>
      <w:r w:rsidRPr="00CA6ACB">
        <w:rPr>
          <w:rFonts w:eastAsia="Times New Roman" w:cs="Times New Roman"/>
          <w:lang w:eastAsia="cs-CZ"/>
        </w:rPr>
        <w:t xml:space="preserve">Účastník současně prohlašuje, že </w:t>
      </w:r>
      <w:r>
        <w:rPr>
          <w:rFonts w:eastAsia="Times New Roman" w:cs="Times New Roman"/>
          <w:lang w:eastAsia="cs-CZ"/>
        </w:rPr>
        <w:t>u</w:t>
      </w:r>
      <w:r w:rsidRPr="00CA6ACB">
        <w:rPr>
          <w:rFonts w:eastAsia="Times New Roman" w:cs="Times New Roman"/>
          <w:lang w:eastAsia="cs-CZ"/>
        </w:rPr>
        <w:t>veden</w:t>
      </w:r>
      <w:r>
        <w:rPr>
          <w:rFonts w:eastAsia="Times New Roman" w:cs="Times New Roman"/>
          <w:lang w:eastAsia="cs-CZ"/>
        </w:rPr>
        <w:t>é</w:t>
      </w:r>
      <w:r w:rsidRPr="00CA6ACB">
        <w:rPr>
          <w:rFonts w:eastAsia="Times New Roman" w:cs="Times New Roman"/>
          <w:lang w:eastAsia="cs-CZ"/>
        </w:rPr>
        <w:t xml:space="preserve"> osob</w:t>
      </w:r>
      <w:r>
        <w:rPr>
          <w:rFonts w:eastAsia="Times New Roman" w:cs="Times New Roman"/>
          <w:lang w:eastAsia="cs-CZ"/>
        </w:rPr>
        <w:t>y</w:t>
      </w:r>
      <w:r w:rsidRPr="00CA6ACB">
        <w:rPr>
          <w:rFonts w:eastAsia="Times New Roman" w:cs="Times New Roman"/>
          <w:lang w:eastAsia="cs-CZ"/>
        </w:rPr>
        <w:t xml:space="preserve"> splňuj</w:t>
      </w:r>
      <w:r>
        <w:rPr>
          <w:rFonts w:eastAsia="Times New Roman" w:cs="Times New Roman"/>
          <w:lang w:eastAsia="cs-CZ"/>
        </w:rPr>
        <w:t>í</w:t>
      </w:r>
      <w:r w:rsidRPr="00CA6ACB">
        <w:rPr>
          <w:rFonts w:eastAsia="Times New Roman" w:cs="Times New Roman"/>
          <w:lang w:eastAsia="cs-CZ"/>
        </w:rPr>
        <w:t xml:space="preserve"> podmínky pro plnění funkce, kterou m</w:t>
      </w:r>
      <w:r>
        <w:rPr>
          <w:rFonts w:eastAsia="Times New Roman" w:cs="Times New Roman"/>
          <w:lang w:eastAsia="cs-CZ"/>
        </w:rPr>
        <w:t>ají</w:t>
      </w:r>
      <w:r w:rsidRPr="00CA6ACB">
        <w:rPr>
          <w:rFonts w:eastAsia="Times New Roman" w:cs="Times New Roman"/>
          <w:lang w:eastAsia="cs-CZ"/>
        </w:rPr>
        <w:t xml:space="preserve"> zastávat, stanovené v čl. 9.5.3 Výzvy k podání nabídky.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8"/>
        <w:gridCol w:w="4874"/>
      </w:tblGrid>
      <w:tr w:rsidR="00CA6ACB" w:rsidRPr="00CA6ACB" w14:paraId="4F94C54D" w14:textId="77777777" w:rsidTr="006107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hideMark/>
          </w:tcPr>
          <w:p w14:paraId="300D8587" w14:textId="77777777" w:rsidR="00CA6ACB" w:rsidRPr="00CA6ACB" w:rsidRDefault="00CA6ACB" w:rsidP="00CA6ACB">
            <w:pPr>
              <w:spacing w:before="0" w:after="24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CA6ACB">
              <w:rPr>
                <w:rFonts w:eastAsia="Times New Roman" w:cs="Times New Roman"/>
                <w:b/>
                <w:bCs/>
                <w:lang w:eastAsia="cs-CZ"/>
              </w:rPr>
              <w:t>Člen týmu (název pozice)</w:t>
            </w:r>
          </w:p>
        </w:tc>
        <w:tc>
          <w:tcPr>
            <w:tcW w:w="4874" w:type="dxa"/>
            <w:hideMark/>
          </w:tcPr>
          <w:p w14:paraId="11C86343" w14:textId="77777777" w:rsidR="00CA6ACB" w:rsidRPr="00CA6ACB" w:rsidRDefault="00CA6ACB" w:rsidP="00CA6ACB">
            <w:pPr>
              <w:spacing w:before="0" w:after="2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CA6ACB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CA6ACB" w:rsidRPr="00CA6ACB" w14:paraId="3B2FF84B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961EB26" w14:textId="1FFB4325" w:rsidR="00CA6ACB" w:rsidRPr="00CA6ACB" w:rsidRDefault="00892F76" w:rsidP="00CA6ACB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 w:rsidRPr="00892F76">
              <w:rPr>
                <w:rFonts w:eastAsia="Times New Roman" w:cs="Times New Roman"/>
                <w:lang w:eastAsia="cs-CZ"/>
              </w:rPr>
              <w:t>Specialista na mosty a inženýrské konstrukce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C86D1EA" w14:textId="35E5D18E" w:rsidR="00CA6ACB" w:rsidRPr="00CA6ACB" w:rsidRDefault="00CA6ACB" w:rsidP="00CA6ACB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CA6ACB" w:rsidRPr="00CA6ACB" w14:paraId="7279AEE2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4DFE941" w14:textId="59DCA9B9" w:rsidR="00CA6ACB" w:rsidRPr="00CA6ACB" w:rsidRDefault="00892F76" w:rsidP="00CA6ACB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 w:rsidRPr="00892F76">
              <w:rPr>
                <w:rFonts w:eastAsia="Times New Roman" w:cs="Times New Roman"/>
                <w:lang w:eastAsia="cs-CZ"/>
              </w:rPr>
              <w:t>Specialista v oboru zkoušení a diagnostika staveb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D04212F" w14:textId="1876BA17" w:rsidR="00CA6ACB" w:rsidRPr="00CA6ACB" w:rsidRDefault="00CA6ACB" w:rsidP="00CA6ACB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CA6ACB" w:rsidRPr="00CA6ACB" w14:paraId="3C6A478E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0ECFAF5" w14:textId="1363AE48" w:rsidR="00CA6ACB" w:rsidRPr="00CA6ACB" w:rsidRDefault="004B6FEE" w:rsidP="00892F76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v oboru protikorozní ochrana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E646458" w14:textId="1DCDD1E9" w:rsidR="00CA6ACB" w:rsidRPr="00CA6ACB" w:rsidRDefault="00CA6ACB" w:rsidP="00CA6ACB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CA6ACB" w:rsidRPr="00CA6ACB" w14:paraId="3BC7326E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F9EBC6C" w14:textId="5F98C2E8" w:rsidR="00CA6ACB" w:rsidRPr="00CA6ACB" w:rsidRDefault="00892F76" w:rsidP="00CA6ACB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 w:rsidRPr="00892F76">
              <w:rPr>
                <w:rFonts w:eastAsia="Times New Roman" w:cs="Times New Roman"/>
                <w:lang w:eastAsia="cs-CZ"/>
              </w:rPr>
              <w:t xml:space="preserve">Specialista </w:t>
            </w:r>
            <w:r w:rsidR="0061070E">
              <w:rPr>
                <w:rFonts w:eastAsia="Times New Roman" w:cs="Times New Roman"/>
                <w:lang w:eastAsia="cs-CZ"/>
              </w:rPr>
              <w:t>nedestruktivního zkoušení ocelových konstrukcí</w:t>
            </w:r>
            <w:r w:rsidR="009A5B89">
              <w:rPr>
                <w:rFonts w:eastAsia="Times New Roman" w:cs="Times New Roman"/>
                <w:lang w:eastAsia="cs-CZ"/>
              </w:rPr>
              <w:t xml:space="preserve"> </w:t>
            </w:r>
            <w:r w:rsidR="009A5B89" w:rsidRPr="009A5B89">
              <w:rPr>
                <w:rFonts w:eastAsia="Times New Roman" w:cs="Times New Roman"/>
                <w:lang w:eastAsia="cs-CZ"/>
              </w:rPr>
              <w:t>s certifikací pro povrchové vady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7AF511B" w14:textId="7BFA8B0B" w:rsidR="00CA6ACB" w:rsidRPr="00CA6ACB" w:rsidRDefault="00CA6ACB" w:rsidP="00CA6ACB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9A5B89" w:rsidRPr="00CA6ACB" w14:paraId="3899A4C5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CF0856A" w14:textId="27728E04" w:rsidR="009A5B89" w:rsidRPr="00892F76" w:rsidRDefault="009A5B89" w:rsidP="00CA6ACB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 w:rsidRPr="00892F76">
              <w:rPr>
                <w:rFonts w:eastAsia="Times New Roman" w:cs="Times New Roman"/>
                <w:lang w:eastAsia="cs-CZ"/>
              </w:rPr>
              <w:t xml:space="preserve">Specialista </w:t>
            </w:r>
            <w:r>
              <w:rPr>
                <w:rFonts w:eastAsia="Times New Roman" w:cs="Times New Roman"/>
                <w:lang w:eastAsia="cs-CZ"/>
              </w:rPr>
              <w:t xml:space="preserve">nedestruktivního zkoušení ocelových konstrukcí </w:t>
            </w:r>
            <w:r w:rsidRPr="009A5B89">
              <w:rPr>
                <w:rFonts w:eastAsia="Times New Roman" w:cs="Times New Roman"/>
                <w:lang w:eastAsia="cs-CZ"/>
              </w:rPr>
              <w:t xml:space="preserve">s certifikací pro </w:t>
            </w:r>
            <w:r>
              <w:rPr>
                <w:rFonts w:eastAsia="Times New Roman" w:cs="Times New Roman"/>
                <w:lang w:eastAsia="cs-CZ"/>
              </w:rPr>
              <w:t xml:space="preserve">vnitřní </w:t>
            </w:r>
            <w:r w:rsidRPr="009A5B89">
              <w:rPr>
                <w:rFonts w:eastAsia="Times New Roman" w:cs="Times New Roman"/>
                <w:lang w:eastAsia="cs-CZ"/>
              </w:rPr>
              <w:t>vady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23AE615" w14:textId="61E644B6" w:rsidR="009A5B89" w:rsidRPr="00CA6ACB" w:rsidRDefault="009A5B89" w:rsidP="00CA6ACB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61070E" w:rsidRPr="00CA6ACB" w14:paraId="096CF0F3" w14:textId="77777777" w:rsidTr="00610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F7EFC50" w14:textId="16168EFF" w:rsidR="0061070E" w:rsidRPr="00892F76" w:rsidRDefault="0061070E" w:rsidP="0061070E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odborně způsobilá dle předpisu SŽ Zam1</w:t>
            </w:r>
          </w:p>
        </w:tc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5A2964D" w14:textId="4766BBE5" w:rsidR="0061070E" w:rsidRPr="00CA6ACB" w:rsidRDefault="0061070E" w:rsidP="0061070E">
            <w:pPr>
              <w:spacing w:before="0"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A6ACB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61070E" w:rsidRPr="00CA6ACB" w14:paraId="6DC055E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3A551982" w14:textId="77777777" w:rsidR="0061070E" w:rsidRPr="00CA6ACB" w:rsidRDefault="0061070E" w:rsidP="0061070E">
            <w:pPr>
              <w:spacing w:before="0" w:after="240"/>
              <w:jc w:val="left"/>
              <w:rPr>
                <w:rFonts w:eastAsia="Times New Roman" w:cs="Times New Roman"/>
                <w:i/>
                <w:iCs/>
                <w:lang w:eastAsia="cs-CZ"/>
              </w:rPr>
            </w:pPr>
            <w:r w:rsidRPr="00CA6ACB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Pozn. V případě, že dodavatel uvede více členů realizačního týmu, upraví dodavatel tabulku dle potřeby.</w:t>
            </w:r>
            <w:r w:rsidRPr="00CA6ACB">
              <w:rPr>
                <w:rFonts w:eastAsia="Times New Roman" w:cs="Times New Roman"/>
                <w:i/>
                <w:iCs/>
                <w:lang w:eastAsia="cs-CZ"/>
              </w:rPr>
              <w:t xml:space="preserve"> </w:t>
            </w:r>
          </w:p>
        </w:tc>
      </w:tr>
      <w:tr w:rsidR="0061070E" w:rsidRPr="00CA6ACB" w14:paraId="27E81CB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6ACA2A4" w14:textId="77777777" w:rsidR="0061070E" w:rsidRPr="00CA6ACB" w:rsidRDefault="0061070E" w:rsidP="0061070E">
            <w:pPr>
              <w:spacing w:before="0" w:after="240"/>
              <w:jc w:val="left"/>
              <w:rPr>
                <w:rFonts w:eastAsia="Times New Roman" w:cs="Times New Roman"/>
                <w:lang w:eastAsia="cs-CZ"/>
              </w:rPr>
            </w:pPr>
          </w:p>
        </w:tc>
      </w:tr>
    </w:tbl>
    <w:p w14:paraId="67A774CC" w14:textId="59D78B42" w:rsidR="00CA6ACB" w:rsidRDefault="00CA6ACB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Příloha:</w:t>
      </w:r>
    </w:p>
    <w:p w14:paraId="6376E2ED" w14:textId="187D23C7" w:rsidR="00554243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 Specialisty na mosty a inženýrské konstrukce</w:t>
      </w:r>
    </w:p>
    <w:p w14:paraId="02D12A7C" w14:textId="6630BEBB" w:rsidR="004B6FEE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 o autorizaci požadované pro Specialistu na mosty a inženýrské konstrukce</w:t>
      </w:r>
    </w:p>
    <w:p w14:paraId="056945F1" w14:textId="3C2DB54E" w:rsidR="004B6FEE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 Specialisty v oboru zkoušení a diagnostika staveb</w:t>
      </w:r>
    </w:p>
    <w:p w14:paraId="1EF5866E" w14:textId="56127680" w:rsidR="004B6FEE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 o autorizaci požadované pro Specialistu v oboru zkoušení a diagnostika staveb</w:t>
      </w:r>
    </w:p>
    <w:p w14:paraId="754777C2" w14:textId="1187E471" w:rsidR="004B6FEE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 Specialisty v oboru protikorozní ochrana</w:t>
      </w:r>
    </w:p>
    <w:p w14:paraId="0E5E6610" w14:textId="3F9E2362" w:rsidR="004B6FEE" w:rsidRDefault="004B6FE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Certifikát (osvědčení) požadovaný pro Specialistu v oboru protikorozní ochrana</w:t>
      </w:r>
    </w:p>
    <w:p w14:paraId="10C34423" w14:textId="0408B0A3" w:rsidR="004B6FEE" w:rsidRDefault="0061070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Certifikát požadovaný pro Specialistu nedestruktivního zkoušení ocelových konstrukcí</w:t>
      </w:r>
    </w:p>
    <w:p w14:paraId="5E1DB3DE" w14:textId="667F310A" w:rsidR="0061070E" w:rsidRPr="004B6FEE" w:rsidRDefault="0061070E" w:rsidP="004B6FEE">
      <w:pPr>
        <w:pStyle w:val="Odstavecseseznamem"/>
        <w:numPr>
          <w:ilvl w:val="0"/>
          <w:numId w:val="46"/>
        </w:num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 požadované pro Osobu odborně způsobilou dle předpisu SŽ Zam1</w:t>
      </w:r>
    </w:p>
    <w:p w14:paraId="36DE86FD" w14:textId="77777777" w:rsidR="00CA6ACB" w:rsidRDefault="00CA6ACB">
      <w:pPr>
        <w:spacing w:before="0" w:after="240"/>
        <w:jc w:val="left"/>
        <w:rPr>
          <w:rFonts w:eastAsia="Times New Roman" w:cs="Times New Roman"/>
          <w:lang w:eastAsia="cs-CZ"/>
        </w:rPr>
      </w:pPr>
    </w:p>
    <w:p w14:paraId="549E6BBB" w14:textId="49A1D1EB" w:rsidR="00CA6ACB" w:rsidRDefault="00CA6ACB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FFEEF26" w14:textId="77777777" w:rsidR="002126E7" w:rsidRPr="00632896" w:rsidRDefault="002126E7" w:rsidP="00F0533E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16897" w14:textId="77777777" w:rsidR="0016295B" w:rsidRDefault="0016295B" w:rsidP="00962258">
      <w:pPr>
        <w:spacing w:after="0" w:line="240" w:lineRule="auto"/>
      </w:pPr>
      <w:r>
        <w:separator/>
      </w:r>
    </w:p>
  </w:endnote>
  <w:endnote w:type="continuationSeparator" w:id="0">
    <w:p w14:paraId="57373420" w14:textId="77777777" w:rsidR="0016295B" w:rsidRDefault="001629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E61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2504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71A3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7915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A88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CEE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4A9BE" w14:textId="77777777" w:rsidR="0016295B" w:rsidRDefault="0016295B" w:rsidP="00962258">
      <w:pPr>
        <w:spacing w:after="0" w:line="240" w:lineRule="auto"/>
      </w:pPr>
      <w:r>
        <w:separator/>
      </w:r>
    </w:p>
  </w:footnote>
  <w:footnote w:type="continuationSeparator" w:id="0">
    <w:p w14:paraId="3C30F7F2" w14:textId="77777777" w:rsidR="0016295B" w:rsidRDefault="0016295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8F998" w14:textId="29BA8113" w:rsidR="005B5DED" w:rsidRDefault="005B5D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3B720" w14:textId="7365F6D0" w:rsidR="005B5DED" w:rsidRDefault="005B5D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0AE0F6BA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809CBEC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C9052B"/>
    <w:multiLevelType w:val="hybridMultilevel"/>
    <w:tmpl w:val="6894537E"/>
    <w:lvl w:ilvl="0" w:tplc="6A603C0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F1F4B05"/>
    <w:multiLevelType w:val="hybridMultilevel"/>
    <w:tmpl w:val="94D063E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4"/>
  </w:num>
  <w:num w:numId="2" w16cid:durableId="898055432">
    <w:abstractNumId w:val="1"/>
  </w:num>
  <w:num w:numId="3" w16cid:durableId="86582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4"/>
  </w:num>
  <w:num w:numId="5" w16cid:durableId="1482694902">
    <w:abstractNumId w:val="6"/>
  </w:num>
  <w:num w:numId="6" w16cid:durableId="1832601119">
    <w:abstractNumId w:val="8"/>
  </w:num>
  <w:num w:numId="7" w16cid:durableId="1481919220">
    <w:abstractNumId w:val="0"/>
  </w:num>
  <w:num w:numId="8" w16cid:durableId="44373880">
    <w:abstractNumId w:val="9"/>
  </w:num>
  <w:num w:numId="9" w16cid:durableId="779226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8"/>
  </w:num>
  <w:num w:numId="11" w16cid:durableId="1816290471">
    <w:abstractNumId w:val="1"/>
  </w:num>
  <w:num w:numId="12" w16cid:durableId="1755470223">
    <w:abstractNumId w:val="8"/>
  </w:num>
  <w:num w:numId="13" w16cid:durableId="887885957">
    <w:abstractNumId w:val="8"/>
  </w:num>
  <w:num w:numId="14" w16cid:durableId="1783959974">
    <w:abstractNumId w:val="8"/>
  </w:num>
  <w:num w:numId="15" w16cid:durableId="105123649">
    <w:abstractNumId w:val="8"/>
  </w:num>
  <w:num w:numId="16" w16cid:durableId="1844008330">
    <w:abstractNumId w:val="15"/>
  </w:num>
  <w:num w:numId="17" w16cid:durableId="729966089">
    <w:abstractNumId w:val="4"/>
  </w:num>
  <w:num w:numId="18" w16cid:durableId="2116171881">
    <w:abstractNumId w:val="15"/>
  </w:num>
  <w:num w:numId="19" w16cid:durableId="17051006">
    <w:abstractNumId w:val="15"/>
  </w:num>
  <w:num w:numId="20" w16cid:durableId="1824547652">
    <w:abstractNumId w:val="15"/>
  </w:num>
  <w:num w:numId="21" w16cid:durableId="1891764212">
    <w:abstractNumId w:val="15"/>
  </w:num>
  <w:num w:numId="22" w16cid:durableId="1969360831">
    <w:abstractNumId w:val="8"/>
  </w:num>
  <w:num w:numId="23" w16cid:durableId="1295598884">
    <w:abstractNumId w:val="1"/>
  </w:num>
  <w:num w:numId="24" w16cid:durableId="1334336471">
    <w:abstractNumId w:val="8"/>
  </w:num>
  <w:num w:numId="25" w16cid:durableId="1472560126">
    <w:abstractNumId w:val="8"/>
  </w:num>
  <w:num w:numId="26" w16cid:durableId="818420445">
    <w:abstractNumId w:val="8"/>
  </w:num>
  <w:num w:numId="27" w16cid:durableId="59715231">
    <w:abstractNumId w:val="8"/>
  </w:num>
  <w:num w:numId="28" w16cid:durableId="268244348">
    <w:abstractNumId w:val="15"/>
  </w:num>
  <w:num w:numId="29" w16cid:durableId="1738235762">
    <w:abstractNumId w:val="4"/>
  </w:num>
  <w:num w:numId="30" w16cid:durableId="1205294757">
    <w:abstractNumId w:val="15"/>
  </w:num>
  <w:num w:numId="31" w16cid:durableId="737089982">
    <w:abstractNumId w:val="15"/>
  </w:num>
  <w:num w:numId="32" w16cid:durableId="1568298171">
    <w:abstractNumId w:val="15"/>
  </w:num>
  <w:num w:numId="33" w16cid:durableId="980576619">
    <w:abstractNumId w:val="15"/>
  </w:num>
  <w:num w:numId="34" w16cid:durableId="1873298615">
    <w:abstractNumId w:val="5"/>
  </w:num>
  <w:num w:numId="35" w16cid:durableId="1513645804">
    <w:abstractNumId w:val="17"/>
  </w:num>
  <w:num w:numId="36" w16cid:durableId="1093359938">
    <w:abstractNumId w:val="3"/>
  </w:num>
  <w:num w:numId="37" w16cid:durableId="1782648553">
    <w:abstractNumId w:val="16"/>
  </w:num>
  <w:num w:numId="38" w16cid:durableId="1483429134">
    <w:abstractNumId w:val="7"/>
  </w:num>
  <w:num w:numId="39" w16cid:durableId="94373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2"/>
  </w:num>
  <w:num w:numId="41" w16cid:durableId="1193422272">
    <w:abstractNumId w:val="13"/>
  </w:num>
  <w:num w:numId="42" w16cid:durableId="428625779">
    <w:abstractNumId w:val="13"/>
  </w:num>
  <w:num w:numId="43" w16cid:durableId="180087843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93697807">
    <w:abstractNumId w:val="11"/>
  </w:num>
  <w:num w:numId="46" w16cid:durableId="11672134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849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1370"/>
    <w:rsid w:val="00097793"/>
    <w:rsid w:val="000A412D"/>
    <w:rsid w:val="000B5E1C"/>
    <w:rsid w:val="000E23A7"/>
    <w:rsid w:val="000F7070"/>
    <w:rsid w:val="0010693F"/>
    <w:rsid w:val="00114472"/>
    <w:rsid w:val="00130210"/>
    <w:rsid w:val="00133940"/>
    <w:rsid w:val="001550BC"/>
    <w:rsid w:val="001605B9"/>
    <w:rsid w:val="0016295B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C"/>
    <w:rsid w:val="00293E5A"/>
    <w:rsid w:val="002C31BF"/>
    <w:rsid w:val="002C557A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34A5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6CEF"/>
    <w:rsid w:val="00486107"/>
    <w:rsid w:val="00487AC9"/>
    <w:rsid w:val="00491827"/>
    <w:rsid w:val="004B348C"/>
    <w:rsid w:val="004B6FEE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28EF"/>
    <w:rsid w:val="00523EA7"/>
    <w:rsid w:val="00553375"/>
    <w:rsid w:val="00554243"/>
    <w:rsid w:val="00557C28"/>
    <w:rsid w:val="005736B7"/>
    <w:rsid w:val="00575E5A"/>
    <w:rsid w:val="00590DB4"/>
    <w:rsid w:val="005930C5"/>
    <w:rsid w:val="005B219F"/>
    <w:rsid w:val="005B5DED"/>
    <w:rsid w:val="005D2E61"/>
    <w:rsid w:val="005D7E39"/>
    <w:rsid w:val="005F1404"/>
    <w:rsid w:val="00607EAC"/>
    <w:rsid w:val="0061068E"/>
    <w:rsid w:val="0061070E"/>
    <w:rsid w:val="00613242"/>
    <w:rsid w:val="00626DB3"/>
    <w:rsid w:val="00632896"/>
    <w:rsid w:val="00633D9C"/>
    <w:rsid w:val="006532C4"/>
    <w:rsid w:val="00654420"/>
    <w:rsid w:val="00660AD3"/>
    <w:rsid w:val="006675D9"/>
    <w:rsid w:val="0067790F"/>
    <w:rsid w:val="00677B7F"/>
    <w:rsid w:val="006A20FD"/>
    <w:rsid w:val="006A5570"/>
    <w:rsid w:val="006A689C"/>
    <w:rsid w:val="006B3D79"/>
    <w:rsid w:val="006C2F26"/>
    <w:rsid w:val="006C70E4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D64C4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2F76"/>
    <w:rsid w:val="00895406"/>
    <w:rsid w:val="008A3568"/>
    <w:rsid w:val="008B1A2C"/>
    <w:rsid w:val="008D03B9"/>
    <w:rsid w:val="008D583E"/>
    <w:rsid w:val="008E0DB4"/>
    <w:rsid w:val="008F18D6"/>
    <w:rsid w:val="008F2D67"/>
    <w:rsid w:val="008F6F10"/>
    <w:rsid w:val="00900128"/>
    <w:rsid w:val="00904780"/>
    <w:rsid w:val="00913092"/>
    <w:rsid w:val="00922385"/>
    <w:rsid w:val="009223DF"/>
    <w:rsid w:val="0092313E"/>
    <w:rsid w:val="00923DE9"/>
    <w:rsid w:val="00924ACC"/>
    <w:rsid w:val="00936091"/>
    <w:rsid w:val="00940D8A"/>
    <w:rsid w:val="00962258"/>
    <w:rsid w:val="009678B7"/>
    <w:rsid w:val="009771C9"/>
    <w:rsid w:val="009833E1"/>
    <w:rsid w:val="009872E6"/>
    <w:rsid w:val="00992D9C"/>
    <w:rsid w:val="00996617"/>
    <w:rsid w:val="00996CB8"/>
    <w:rsid w:val="009A5B89"/>
    <w:rsid w:val="009B14A9"/>
    <w:rsid w:val="009B2E97"/>
    <w:rsid w:val="009C261E"/>
    <w:rsid w:val="009D3107"/>
    <w:rsid w:val="009E07F4"/>
    <w:rsid w:val="009E54D5"/>
    <w:rsid w:val="009F392E"/>
    <w:rsid w:val="009F4BCE"/>
    <w:rsid w:val="009F59D6"/>
    <w:rsid w:val="00A02A21"/>
    <w:rsid w:val="00A05455"/>
    <w:rsid w:val="00A07EA0"/>
    <w:rsid w:val="00A134A1"/>
    <w:rsid w:val="00A23E99"/>
    <w:rsid w:val="00A30177"/>
    <w:rsid w:val="00A327CB"/>
    <w:rsid w:val="00A33C75"/>
    <w:rsid w:val="00A6177B"/>
    <w:rsid w:val="00A63D48"/>
    <w:rsid w:val="00A66136"/>
    <w:rsid w:val="00A74632"/>
    <w:rsid w:val="00A92E7F"/>
    <w:rsid w:val="00A93A74"/>
    <w:rsid w:val="00AA1632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DAC"/>
    <w:rsid w:val="00B15D0D"/>
    <w:rsid w:val="00B468D2"/>
    <w:rsid w:val="00B60ED0"/>
    <w:rsid w:val="00B66A3E"/>
    <w:rsid w:val="00B75B47"/>
    <w:rsid w:val="00B75EE1"/>
    <w:rsid w:val="00B77481"/>
    <w:rsid w:val="00B8518B"/>
    <w:rsid w:val="00B867FF"/>
    <w:rsid w:val="00B87D91"/>
    <w:rsid w:val="00B91D9D"/>
    <w:rsid w:val="00B93EF0"/>
    <w:rsid w:val="00BB2766"/>
    <w:rsid w:val="00BC7F8D"/>
    <w:rsid w:val="00BD0B61"/>
    <w:rsid w:val="00BD67C9"/>
    <w:rsid w:val="00BD7E91"/>
    <w:rsid w:val="00C02D0A"/>
    <w:rsid w:val="00C02E6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607A"/>
    <w:rsid w:val="00C87B78"/>
    <w:rsid w:val="00CA6ACB"/>
    <w:rsid w:val="00CB72E9"/>
    <w:rsid w:val="00CD1FC4"/>
    <w:rsid w:val="00CF53B5"/>
    <w:rsid w:val="00D040C3"/>
    <w:rsid w:val="00D21061"/>
    <w:rsid w:val="00D247B3"/>
    <w:rsid w:val="00D4108E"/>
    <w:rsid w:val="00D6163D"/>
    <w:rsid w:val="00D73D46"/>
    <w:rsid w:val="00D81BA4"/>
    <w:rsid w:val="00D831A3"/>
    <w:rsid w:val="00DC75F3"/>
    <w:rsid w:val="00DD46F3"/>
    <w:rsid w:val="00DE134B"/>
    <w:rsid w:val="00DE1BFA"/>
    <w:rsid w:val="00DE56F2"/>
    <w:rsid w:val="00DF116D"/>
    <w:rsid w:val="00E25BE4"/>
    <w:rsid w:val="00E308FE"/>
    <w:rsid w:val="00E30A0E"/>
    <w:rsid w:val="00E34137"/>
    <w:rsid w:val="00E34D19"/>
    <w:rsid w:val="00E35333"/>
    <w:rsid w:val="00E36C4A"/>
    <w:rsid w:val="00E4572D"/>
    <w:rsid w:val="00E46950"/>
    <w:rsid w:val="00E57C95"/>
    <w:rsid w:val="00E6656A"/>
    <w:rsid w:val="00E666DF"/>
    <w:rsid w:val="00E75713"/>
    <w:rsid w:val="00E85D44"/>
    <w:rsid w:val="00E9564F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paragraph" w:customStyle="1" w:styleId="1lnek">
    <w:name w:val="1. článek"/>
    <w:basedOn w:val="Normln"/>
    <w:qFormat/>
    <w:rsid w:val="005B5DED"/>
    <w:pPr>
      <w:keepNext/>
      <w:ind w:left="680" w:hanging="680"/>
    </w:pPr>
    <w:rPr>
      <w:b/>
    </w:rPr>
  </w:style>
  <w:style w:type="paragraph" w:customStyle="1" w:styleId="11odst">
    <w:name w:val="1.1. odst."/>
    <w:basedOn w:val="Normln"/>
    <w:qFormat/>
    <w:rsid w:val="005B5DED"/>
    <w:pPr>
      <w:ind w:left="680" w:hanging="680"/>
    </w:pPr>
  </w:style>
  <w:style w:type="paragraph" w:customStyle="1" w:styleId="111odst">
    <w:name w:val="1.1.1. odst."/>
    <w:basedOn w:val="Normln"/>
    <w:link w:val="111odstChar"/>
    <w:qFormat/>
    <w:rsid w:val="005B5DED"/>
    <w:pPr>
      <w:ind w:left="680" w:hanging="680"/>
    </w:pPr>
  </w:style>
  <w:style w:type="character" w:customStyle="1" w:styleId="111odstChar">
    <w:name w:val="1.1.1. odst. Char"/>
    <w:basedOn w:val="Standardnpsmoodstavce"/>
    <w:link w:val="111odst"/>
    <w:rsid w:val="005B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10</Pages>
  <Words>1559</Words>
  <Characters>9204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4</cp:revision>
  <cp:lastPrinted>2025-11-11T07:49:00Z</cp:lastPrinted>
  <dcterms:created xsi:type="dcterms:W3CDTF">2025-11-06T08:27:00Z</dcterms:created>
  <dcterms:modified xsi:type="dcterms:W3CDTF">2025-11-11T07:49:00Z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